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24566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757D2222" w14:textId="77777777" w:rsidR="00411592" w:rsidRDefault="00411592" w:rsidP="00411592">
      <w:pPr>
        <w:spacing w:line="276" w:lineRule="auto"/>
      </w:pPr>
    </w:p>
    <w:p w14:paraId="5C936883" w14:textId="77777777" w:rsidR="00411592" w:rsidRPr="00411592" w:rsidRDefault="00E56F78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Lewis Dot Diagram HW</w:t>
      </w:r>
    </w:p>
    <w:p w14:paraId="1E1D54AA" w14:textId="77777777" w:rsidR="00411592" w:rsidRDefault="00411592" w:rsidP="00411592">
      <w:pPr>
        <w:spacing w:line="276" w:lineRule="auto"/>
      </w:pPr>
    </w:p>
    <w:p w14:paraId="6645C6E3" w14:textId="77777777" w:rsidR="00411592" w:rsidRDefault="00E56F78" w:rsidP="00411592">
      <w:pPr>
        <w:spacing w:line="276" w:lineRule="auto"/>
      </w:pPr>
      <w:r>
        <w:t>Draw Lewis Dot Diagrams for the following compounds. They may contain single, double, or triple bonds.</w:t>
      </w:r>
    </w:p>
    <w:p w14:paraId="1DEBD719" w14:textId="77777777" w:rsidR="00E56F78" w:rsidRDefault="00E56F78" w:rsidP="00411592">
      <w:pPr>
        <w:spacing w:line="276" w:lineRule="auto"/>
      </w:pPr>
    </w:p>
    <w:p w14:paraId="7BA78B62" w14:textId="77777777" w:rsid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  <w:sectPr w:rsidR="00E56F78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659B1C5F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lastRenderedPageBreak/>
        <w:t>SO</w:t>
      </w:r>
      <w:r w:rsidRPr="00E56F78">
        <w:rPr>
          <w:rFonts w:ascii="Calibri" w:hAnsi="Calibri"/>
          <w:vertAlign w:val="subscript"/>
        </w:rPr>
        <w:t>3</w:t>
      </w:r>
    </w:p>
    <w:p w14:paraId="0A9C4667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CO</w:t>
      </w:r>
      <w:r w:rsidRPr="00E56F78">
        <w:rPr>
          <w:rFonts w:ascii="Calibri" w:hAnsi="Calibri"/>
          <w:vertAlign w:val="subscript"/>
        </w:rPr>
        <w:t>2</w:t>
      </w:r>
    </w:p>
    <w:p w14:paraId="28458163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SO</w:t>
      </w:r>
      <w:r w:rsidRPr="00E56F78">
        <w:rPr>
          <w:rFonts w:ascii="Calibri" w:hAnsi="Calibri"/>
          <w:vertAlign w:val="subscript"/>
        </w:rPr>
        <w:t>2</w:t>
      </w:r>
    </w:p>
    <w:p w14:paraId="0D816DA3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CH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O</w:t>
      </w:r>
    </w:p>
    <w:p w14:paraId="3957C24F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3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6</w:t>
      </w:r>
    </w:p>
    <w:p w14:paraId="76C61E19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lastRenderedPageBreak/>
        <w:t>CS</w:t>
      </w:r>
      <w:r w:rsidRPr="00E56F78">
        <w:rPr>
          <w:rFonts w:ascii="Calibri" w:hAnsi="Calibri"/>
          <w:vertAlign w:val="subscript"/>
        </w:rPr>
        <w:t>2</w:t>
      </w:r>
    </w:p>
    <w:p w14:paraId="297D9746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N</w:t>
      </w:r>
      <w:r w:rsidRPr="00E56F78">
        <w:rPr>
          <w:rFonts w:ascii="Calibri" w:hAnsi="Calibri"/>
          <w:vertAlign w:val="subscript"/>
        </w:rPr>
        <w:t>2</w:t>
      </w:r>
    </w:p>
    <w:p w14:paraId="52212B60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CO</w:t>
      </w:r>
    </w:p>
    <w:p w14:paraId="5D89DEA2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HCN</w:t>
      </w:r>
    </w:p>
    <w:p w14:paraId="0D2EE81D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 xml:space="preserve"> (H-C-C-H)</w:t>
      </w:r>
    </w:p>
    <w:p w14:paraId="5B8B4C4B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lastRenderedPageBreak/>
        <w:t>N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</w:p>
    <w:p w14:paraId="09FAB616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</w:p>
    <w:p w14:paraId="72281F7D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vertAlign w:val="subscript"/>
        </w:rPr>
      </w:pPr>
      <w:r w:rsidRPr="00E56F78">
        <w:rPr>
          <w:rFonts w:ascii="Calibri" w:hAnsi="Calibri"/>
        </w:rPr>
        <w:t>CF</w:t>
      </w:r>
      <w:r w:rsidRPr="00E56F78">
        <w:rPr>
          <w:rFonts w:ascii="Calibri" w:hAnsi="Calibri"/>
          <w:vertAlign w:val="subscript"/>
        </w:rPr>
        <w:t>4</w:t>
      </w:r>
    </w:p>
    <w:p w14:paraId="084CF2C7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6</w:t>
      </w:r>
    </w:p>
    <w:p w14:paraId="0B0A7338" w14:textId="77777777" w:rsidR="00E56F78" w:rsidRP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3</w:t>
      </w:r>
      <w:r w:rsidRPr="00E56F78">
        <w:rPr>
          <w:rFonts w:ascii="Calibri" w:hAnsi="Calibri"/>
        </w:rPr>
        <w:t>F</w:t>
      </w:r>
      <w:r w:rsidRPr="00E56F78">
        <w:rPr>
          <w:rFonts w:ascii="Calibri" w:hAnsi="Calibri"/>
          <w:vertAlign w:val="subscript"/>
        </w:rPr>
        <w:t>8</w:t>
      </w:r>
    </w:p>
    <w:p w14:paraId="2AF2E44A" w14:textId="77777777" w:rsidR="00E56F78" w:rsidRDefault="00E56F78" w:rsidP="00E56F78">
      <w:pPr>
        <w:spacing w:line="360" w:lineRule="auto"/>
        <w:rPr>
          <w:rFonts w:ascii="Calibri" w:hAnsi="Calibri"/>
        </w:rPr>
        <w:sectPr w:rsidR="00E56F78" w:rsidSect="00E56F78">
          <w:type w:val="continuous"/>
          <w:pgSz w:w="12240" w:h="15840"/>
          <w:pgMar w:top="720" w:right="1080" w:bottom="1080" w:left="1080" w:header="720" w:footer="720" w:gutter="0"/>
          <w:cols w:num="3" w:space="720"/>
          <w:docGrid w:linePitch="360"/>
        </w:sectPr>
      </w:pPr>
    </w:p>
    <w:p w14:paraId="432CC685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27C8BBC7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5AD88481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3F602015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65BB8996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669A3607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45179205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34499DBD" w14:textId="77777777" w:rsidR="00E56F78" w:rsidRPr="00E56F78" w:rsidRDefault="00E56F78" w:rsidP="00E56F78">
      <w:pPr>
        <w:spacing w:line="360" w:lineRule="auto"/>
        <w:rPr>
          <w:rFonts w:ascii="Calibri" w:hAnsi="Calibri"/>
        </w:rPr>
      </w:pPr>
    </w:p>
    <w:p w14:paraId="07351FEC" w14:textId="77777777" w:rsidR="00E56F78" w:rsidRDefault="00E56F78" w:rsidP="00E56F78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1C16666C" w14:textId="77777777" w:rsidR="00E56F78" w:rsidRDefault="00E56F78" w:rsidP="00E56F78">
      <w:pPr>
        <w:spacing w:line="276" w:lineRule="auto"/>
      </w:pPr>
    </w:p>
    <w:p w14:paraId="2263EDDD" w14:textId="77777777" w:rsidR="00E56F78" w:rsidRPr="00411592" w:rsidRDefault="00E56F78" w:rsidP="00E56F78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Lewis Dot Diagram HW</w:t>
      </w:r>
    </w:p>
    <w:p w14:paraId="6EA90CB3" w14:textId="77777777" w:rsidR="00E56F78" w:rsidRDefault="00E56F78" w:rsidP="00E56F78">
      <w:pPr>
        <w:spacing w:line="276" w:lineRule="auto"/>
      </w:pPr>
    </w:p>
    <w:p w14:paraId="665931ED" w14:textId="77777777" w:rsidR="00E56F78" w:rsidRDefault="00E56F78" w:rsidP="00E56F78">
      <w:pPr>
        <w:spacing w:line="276" w:lineRule="auto"/>
      </w:pPr>
      <w:r>
        <w:t>Draw Lewis Dot Diagrams for the following compounds. They may contain single, double, or triple bonds.</w:t>
      </w:r>
    </w:p>
    <w:p w14:paraId="06DD3787" w14:textId="77777777" w:rsidR="00E56F78" w:rsidRDefault="00E56F78" w:rsidP="00E56F78">
      <w:pPr>
        <w:spacing w:line="276" w:lineRule="auto"/>
      </w:pPr>
    </w:p>
    <w:p w14:paraId="6FA7F521" w14:textId="77777777" w:rsidR="00E56F78" w:rsidRDefault="00E56F78" w:rsidP="00E56F7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  <w:sectPr w:rsidR="00E56F78" w:rsidSect="00E56F78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1973F0F2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bookmarkStart w:id="0" w:name="_GoBack"/>
      <w:bookmarkEnd w:id="0"/>
      <w:r w:rsidRPr="00E56F78">
        <w:rPr>
          <w:rFonts w:ascii="Calibri" w:hAnsi="Calibri"/>
        </w:rPr>
        <w:lastRenderedPageBreak/>
        <w:t>SO</w:t>
      </w:r>
      <w:r w:rsidRPr="00E56F78">
        <w:rPr>
          <w:rFonts w:ascii="Calibri" w:hAnsi="Calibri"/>
          <w:vertAlign w:val="subscript"/>
        </w:rPr>
        <w:t>3</w:t>
      </w:r>
    </w:p>
    <w:p w14:paraId="0FEF346E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CO</w:t>
      </w:r>
      <w:r w:rsidRPr="00E56F78">
        <w:rPr>
          <w:rFonts w:ascii="Calibri" w:hAnsi="Calibri"/>
          <w:vertAlign w:val="subscript"/>
        </w:rPr>
        <w:t>2</w:t>
      </w:r>
    </w:p>
    <w:p w14:paraId="66BB227F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SO</w:t>
      </w:r>
      <w:r w:rsidRPr="00E56F78">
        <w:rPr>
          <w:rFonts w:ascii="Calibri" w:hAnsi="Calibri"/>
          <w:vertAlign w:val="subscript"/>
        </w:rPr>
        <w:t>2</w:t>
      </w:r>
    </w:p>
    <w:p w14:paraId="3427475E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CH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O</w:t>
      </w:r>
    </w:p>
    <w:p w14:paraId="61E9A3D5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3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6</w:t>
      </w:r>
    </w:p>
    <w:p w14:paraId="5B3F158B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lastRenderedPageBreak/>
        <w:t>CS</w:t>
      </w:r>
      <w:r w:rsidRPr="00E56F78">
        <w:rPr>
          <w:rFonts w:ascii="Calibri" w:hAnsi="Calibri"/>
          <w:vertAlign w:val="subscript"/>
        </w:rPr>
        <w:t>2</w:t>
      </w:r>
    </w:p>
    <w:p w14:paraId="1E2A564E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N</w:t>
      </w:r>
      <w:r w:rsidRPr="00E56F78">
        <w:rPr>
          <w:rFonts w:ascii="Calibri" w:hAnsi="Calibri"/>
          <w:vertAlign w:val="subscript"/>
        </w:rPr>
        <w:t>2</w:t>
      </w:r>
    </w:p>
    <w:p w14:paraId="593DBBE3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CO</w:t>
      </w:r>
    </w:p>
    <w:p w14:paraId="305DCD3B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HCN</w:t>
      </w:r>
    </w:p>
    <w:p w14:paraId="19971B24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 xml:space="preserve"> (H-C-C-H)</w:t>
      </w:r>
    </w:p>
    <w:p w14:paraId="54F8EB39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lastRenderedPageBreak/>
        <w:t>N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</w:p>
    <w:p w14:paraId="6C64DDEB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2</w:t>
      </w:r>
    </w:p>
    <w:p w14:paraId="74A27601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  <w:vertAlign w:val="subscript"/>
        </w:rPr>
      </w:pPr>
      <w:r w:rsidRPr="00E56F78">
        <w:rPr>
          <w:rFonts w:ascii="Calibri" w:hAnsi="Calibri"/>
        </w:rPr>
        <w:t>CF</w:t>
      </w:r>
      <w:r w:rsidRPr="00E56F78">
        <w:rPr>
          <w:rFonts w:ascii="Calibri" w:hAnsi="Calibri"/>
          <w:vertAlign w:val="subscript"/>
        </w:rPr>
        <w:t>4</w:t>
      </w:r>
    </w:p>
    <w:p w14:paraId="17960B76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2</w:t>
      </w:r>
      <w:r w:rsidRPr="00E56F78">
        <w:rPr>
          <w:rFonts w:ascii="Calibri" w:hAnsi="Calibri"/>
        </w:rPr>
        <w:t>H</w:t>
      </w:r>
      <w:r w:rsidRPr="00E56F78">
        <w:rPr>
          <w:rFonts w:ascii="Calibri" w:hAnsi="Calibri"/>
          <w:vertAlign w:val="subscript"/>
        </w:rPr>
        <w:t>6</w:t>
      </w:r>
    </w:p>
    <w:p w14:paraId="72427486" w14:textId="77777777" w:rsidR="00E56F78" w:rsidRPr="00E56F78" w:rsidRDefault="00E56F78" w:rsidP="00C66CBA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56F78">
        <w:rPr>
          <w:rFonts w:ascii="Calibri" w:hAnsi="Calibri"/>
        </w:rPr>
        <w:t>C</w:t>
      </w:r>
      <w:r w:rsidRPr="00E56F78">
        <w:rPr>
          <w:rFonts w:ascii="Calibri" w:hAnsi="Calibri"/>
          <w:vertAlign w:val="subscript"/>
        </w:rPr>
        <w:t>3</w:t>
      </w:r>
      <w:r w:rsidRPr="00E56F78">
        <w:rPr>
          <w:rFonts w:ascii="Calibri" w:hAnsi="Calibri"/>
        </w:rPr>
        <w:t>F</w:t>
      </w:r>
      <w:r w:rsidRPr="00E56F78">
        <w:rPr>
          <w:rFonts w:ascii="Calibri" w:hAnsi="Calibri"/>
          <w:vertAlign w:val="subscript"/>
        </w:rPr>
        <w:t>8</w:t>
      </w:r>
    </w:p>
    <w:p w14:paraId="7A7D1D88" w14:textId="77777777" w:rsidR="00E56F78" w:rsidRDefault="00E56F78" w:rsidP="00E56F78">
      <w:pPr>
        <w:spacing w:line="360" w:lineRule="auto"/>
        <w:rPr>
          <w:rFonts w:ascii="Calibri" w:hAnsi="Calibri"/>
        </w:rPr>
        <w:sectPr w:rsidR="00E56F78" w:rsidSect="00E56F78">
          <w:type w:val="continuous"/>
          <w:pgSz w:w="12240" w:h="15840"/>
          <w:pgMar w:top="720" w:right="1080" w:bottom="1080" w:left="1080" w:header="720" w:footer="720" w:gutter="0"/>
          <w:cols w:num="3" w:space="720"/>
          <w:docGrid w:linePitch="360"/>
        </w:sectPr>
      </w:pPr>
    </w:p>
    <w:p w14:paraId="2CE2D721" w14:textId="77777777" w:rsidR="00E56F78" w:rsidRDefault="00E56F78" w:rsidP="00E56F78">
      <w:pPr>
        <w:spacing w:line="360" w:lineRule="auto"/>
        <w:rPr>
          <w:rFonts w:ascii="Calibri" w:hAnsi="Calibri"/>
        </w:rPr>
      </w:pPr>
    </w:p>
    <w:p w14:paraId="1563D60C" w14:textId="77777777" w:rsidR="00E56F78" w:rsidRDefault="00E56F78" w:rsidP="00E56F78">
      <w:pPr>
        <w:spacing w:line="276" w:lineRule="auto"/>
      </w:pPr>
    </w:p>
    <w:sectPr w:rsidR="00E56F78" w:rsidSect="00E56F78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71B7F"/>
    <w:multiLevelType w:val="hybridMultilevel"/>
    <w:tmpl w:val="2A72E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90CEF"/>
    <w:multiLevelType w:val="hybridMultilevel"/>
    <w:tmpl w:val="B148A938"/>
    <w:lvl w:ilvl="0" w:tplc="3C02702A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E7E4B"/>
    <w:multiLevelType w:val="hybridMultilevel"/>
    <w:tmpl w:val="B148A938"/>
    <w:lvl w:ilvl="0" w:tplc="3C02702A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78"/>
    <w:rsid w:val="000F12BF"/>
    <w:rsid w:val="00411592"/>
    <w:rsid w:val="00C66CBA"/>
    <w:rsid w:val="00E5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F2FC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1</Pages>
  <Words>85</Words>
  <Characters>485</Characters>
  <Application>Microsoft Macintosh Word</Application>
  <DocSecurity>0</DocSecurity>
  <Lines>4</Lines>
  <Paragraphs>1</Paragraphs>
  <ScaleCrop>false</ScaleCrop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2017-12-15T14:44:00Z</cp:lastPrinted>
  <dcterms:created xsi:type="dcterms:W3CDTF">2017-12-15T14:42:00Z</dcterms:created>
  <dcterms:modified xsi:type="dcterms:W3CDTF">2017-12-15T17:39:00Z</dcterms:modified>
</cp:coreProperties>
</file>